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041CC1B1" w:rsidR="00C55B29" w:rsidRPr="002C125F" w:rsidRDefault="002C125F" w:rsidP="00431275">
            <w:pPr>
              <w:spacing w:before="120" w:after="0"/>
              <w:rPr>
                <w:rFonts w:ascii="Century Gothic" w:hAnsi="Century Gothic" w:cs="Tahoma"/>
              </w:rPr>
            </w:pPr>
            <w:r w:rsidRPr="002C125F">
              <w:rPr>
                <w:rFonts w:ascii="Century Gothic" w:hAnsi="Century Gothic" w:cs="Tahoma"/>
              </w:rPr>
              <w:t>Lillian travels a distance of 210 miles at a speed of 60 miles per hour.  How long did it take her?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7A4651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52543EFF" w14:textId="7D6A006C" w:rsidR="00823ACE" w:rsidRPr="00F55161" w:rsidRDefault="007A4651" w:rsidP="007A4651">
            <w:pPr>
              <w:spacing w:before="120" w:after="0"/>
              <w:rPr>
                <w:rFonts w:ascii="Century Gothic" w:hAnsi="Century Gothic" w:cs="Tahoma"/>
              </w:rPr>
            </w:pPr>
            <w:r w:rsidRPr="00F55161">
              <w:rPr>
                <w:rFonts w:ascii="Century Gothic" w:hAnsi="Century Gothic" w:cs="Tahoma"/>
              </w:rPr>
              <w:t>Fi</w:t>
            </w:r>
            <w:r w:rsidR="00823ACE" w:rsidRPr="00F55161">
              <w:rPr>
                <w:rFonts w:ascii="Century Gothic" w:hAnsi="Century Gothic" w:cs="Tahoma"/>
              </w:rPr>
              <w:t xml:space="preserve">nd </w:t>
            </w:r>
            <w:r w:rsidR="00AF36B3">
              <w:rPr>
                <w:rFonts w:ascii="Century Gothic" w:hAnsi="Century Gothic" w:cs="Tahoma"/>
              </w:rPr>
              <w:t>3</w:t>
            </w:r>
            <w:r w:rsidR="00F55161" w:rsidRPr="00F55161">
              <w:rPr>
                <w:rFonts w:ascii="Century Gothic" w:hAnsi="Century Gothic" w:cs="Tahoma"/>
              </w:rPr>
              <w:t>5% of £</w:t>
            </w:r>
            <w:r w:rsidR="00546D60">
              <w:rPr>
                <w:rFonts w:ascii="Century Gothic" w:hAnsi="Century Gothic" w:cs="Tahoma"/>
              </w:rPr>
              <w:t>6</w:t>
            </w:r>
            <w:r w:rsidR="00F55161" w:rsidRPr="00F55161">
              <w:rPr>
                <w:rFonts w:ascii="Century Gothic" w:hAnsi="Century Gothic" w:cs="Tahoma"/>
              </w:rPr>
              <w:t>8</w:t>
            </w:r>
          </w:p>
          <w:p w14:paraId="0501AA8F" w14:textId="77777777" w:rsidR="00823ACE" w:rsidRPr="007A4651" w:rsidRDefault="00823ACE" w:rsidP="00823ACE">
            <w:pPr>
              <w:rPr>
                <w:rFonts w:ascii="Century Gothic" w:hAnsi="Century Gothic" w:cs="Tahoma"/>
              </w:rPr>
            </w:pPr>
          </w:p>
          <w:p w14:paraId="1B5E5D74" w14:textId="74491537" w:rsidR="00C6765F" w:rsidRPr="007A4651" w:rsidRDefault="00C6765F" w:rsidP="00F55161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C6765F" w:rsidRPr="00C240D5" w14:paraId="02717925" w14:textId="77777777" w:rsidTr="00536AAE">
        <w:trPr>
          <w:trHeight w:val="1841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6F04A4A2" w14:textId="77777777" w:rsidR="00546D60" w:rsidRDefault="00823ACE" w:rsidP="007A4651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7A4651">
              <w:rPr>
                <w:rFonts w:ascii="Century Gothic" w:eastAsiaTheme="minorEastAsia" w:hAnsi="Century Gothic" w:cs="Tahoma"/>
                <w:noProof/>
              </w:rPr>
              <w:t xml:space="preserve">Find the value of the expression when </w:t>
            </w:r>
          </w:p>
          <w:p w14:paraId="68168FC7" w14:textId="54CD9CC9" w:rsidR="00823ACE" w:rsidRPr="00546D60" w:rsidRDefault="00823ACE" w:rsidP="007A4651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x=</m:t>
                </m:r>
                <m:r>
                  <w:rPr>
                    <w:rFonts w:ascii="Cambria Math" w:eastAsiaTheme="minorEastAsia" w:hAnsi="Cambria Math" w:cs="Tahoma"/>
                    <w:noProof/>
                  </w:rPr>
                  <m:t>-</m:t>
                </m:r>
                <m:r>
                  <w:rPr>
                    <w:rFonts w:ascii="Cambria Math" w:eastAsiaTheme="minorEastAsia" w:hAnsi="Cambria Math" w:cs="Tahoma"/>
                    <w:noProof/>
                  </w:rPr>
                  <m:t>3</m:t>
                </m:r>
              </m:oMath>
            </m:oMathPara>
          </w:p>
          <w:p w14:paraId="7170615B" w14:textId="77777777" w:rsidR="00536AAE" w:rsidRPr="00536AAE" w:rsidRDefault="00536AAE" w:rsidP="00536AAE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</w:p>
          <w:p w14:paraId="683B8A61" w14:textId="37F07A83" w:rsidR="00665D34" w:rsidRPr="007A4651" w:rsidRDefault="00B121BC" w:rsidP="00536AAE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  <m:oMath>
              <m:r>
                <w:rPr>
                  <w:rFonts w:ascii="Cambria Math" w:eastAsiaTheme="minorEastAsia" w:hAnsi="Cambria Math" w:cs="Tahoma"/>
                  <w:noProof/>
                </w:rPr>
                <m:t>4</m:t>
              </m:r>
              <m:r>
                <w:rPr>
                  <w:rFonts w:ascii="Cambria Math" w:eastAsiaTheme="minorEastAsia" w:hAnsi="Cambria Math" w:cs="Tahoma"/>
                  <w:noProof/>
                </w:rPr>
                <m:t>-</m:t>
              </m:r>
              <m:r>
                <w:rPr>
                  <w:rFonts w:ascii="Cambria Math" w:eastAsiaTheme="minorEastAsia" w:hAnsi="Cambria Math" w:cs="Tahoma"/>
                  <w:noProof/>
                </w:rPr>
                <m:t>5x=</m:t>
              </m:r>
            </m:oMath>
            <w:r w:rsidR="00C60D83" w:rsidRPr="007A4651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7A4651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4A08D395" w14:textId="77777777" w:rsidR="00C97FA1" w:rsidRPr="007A4651" w:rsidRDefault="00C97FA1" w:rsidP="007A4651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Factorise:</w:t>
            </w:r>
          </w:p>
          <w:p w14:paraId="1416EC3F" w14:textId="77777777" w:rsidR="000A3086" w:rsidRPr="00742D33" w:rsidRDefault="000A3086" w:rsidP="000A3086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ahoma"/>
                  </w:rPr>
                  <m:t>+25x+24</m:t>
                </m:r>
              </m:oMath>
            </m:oMathPara>
          </w:p>
          <w:p w14:paraId="2AF50B53" w14:textId="170F2465" w:rsidR="00C97FA1" w:rsidRPr="007A4651" w:rsidRDefault="00C97FA1" w:rsidP="00C97FA1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ahoma"/>
                  </w:rPr>
                  <w:br/>
                </m:r>
              </m:oMath>
            </m:oMathPara>
          </w:p>
          <w:p w14:paraId="35867634" w14:textId="530823E8" w:rsidR="00C6765F" w:rsidRPr="007A4651" w:rsidRDefault="00C6765F" w:rsidP="00F35C69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24DB5AE8" w:rsidR="009F6C6A" w:rsidRDefault="007516C1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2752" behindDoc="0" locked="0" layoutInCell="1" allowOverlap="1" wp14:anchorId="569AC525" wp14:editId="7492D789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" name="Picture 2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E43D6E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6AB37E26" w:rsidR="00C6765F" w:rsidRPr="009F6C6A" w:rsidRDefault="00195A52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574A72C6" wp14:editId="79D3297D">
                  <wp:extent cx="1057275" cy="655121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55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02FB72B1" w:rsidR="00525119" w:rsidRDefault="000A3086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7B58A23B">
            <wp:simplePos x="0" y="0"/>
            <wp:positionH relativeFrom="column">
              <wp:posOffset>6054090</wp:posOffset>
            </wp:positionH>
            <wp:positionV relativeFrom="paragraph">
              <wp:posOffset>3617330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A06746">
        <w:rPr>
          <w:rFonts w:ascii="Segoe Print" w:hAnsi="Segoe Print"/>
          <w:b/>
          <w:sz w:val="24"/>
        </w:rPr>
        <w:t>9</w:t>
      </w:r>
      <w:r w:rsidR="00950AD6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10BFCF5C" w14:textId="4D482348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637E6A0E" w14:textId="7AB37AA8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52756768" w14:textId="46443473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419D089A" w14:textId="77777777" w:rsidR="00546D60" w:rsidRDefault="00546D60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0A3086" w:rsidRPr="000A63AF" w14:paraId="345E77C4" w14:textId="77777777" w:rsidTr="00EA5960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14F0F2AE" w14:textId="77777777" w:rsidR="000A3086" w:rsidRPr="00C240D5" w:rsidRDefault="000A3086" w:rsidP="000A3086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7A9ABB66" w14:textId="77777777" w:rsidR="000A3086" w:rsidRPr="002C125F" w:rsidRDefault="000A3086" w:rsidP="000A3086">
            <w:pPr>
              <w:spacing w:before="120" w:after="0"/>
              <w:rPr>
                <w:rFonts w:ascii="Century Gothic" w:hAnsi="Century Gothic" w:cs="Tahoma"/>
              </w:rPr>
            </w:pPr>
            <w:r w:rsidRPr="002C125F">
              <w:rPr>
                <w:rFonts w:ascii="Century Gothic" w:hAnsi="Century Gothic" w:cs="Tahoma"/>
              </w:rPr>
              <w:t>Lillian travels a distance of 210 miles at a speed of 60 miles per hour.  How long did it take her?</w:t>
            </w:r>
          </w:p>
        </w:tc>
        <w:tc>
          <w:tcPr>
            <w:tcW w:w="567" w:type="dxa"/>
            <w:tcBorders>
              <w:right w:val="nil"/>
            </w:tcBorders>
          </w:tcPr>
          <w:p w14:paraId="1D142F1E" w14:textId="77777777" w:rsidR="000A3086" w:rsidRPr="007A4651" w:rsidRDefault="000A3086" w:rsidP="000A308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2A605D81" w14:textId="77777777" w:rsidR="000A3086" w:rsidRPr="00F55161" w:rsidRDefault="000A3086" w:rsidP="000A3086">
            <w:pPr>
              <w:spacing w:before="120" w:after="0"/>
              <w:rPr>
                <w:rFonts w:ascii="Century Gothic" w:hAnsi="Century Gothic" w:cs="Tahoma"/>
              </w:rPr>
            </w:pPr>
            <w:r w:rsidRPr="00F55161">
              <w:rPr>
                <w:rFonts w:ascii="Century Gothic" w:hAnsi="Century Gothic" w:cs="Tahoma"/>
              </w:rPr>
              <w:t xml:space="preserve">Find </w:t>
            </w:r>
            <w:r>
              <w:rPr>
                <w:rFonts w:ascii="Century Gothic" w:hAnsi="Century Gothic" w:cs="Tahoma"/>
              </w:rPr>
              <w:t>3</w:t>
            </w:r>
            <w:r w:rsidRPr="00F55161">
              <w:rPr>
                <w:rFonts w:ascii="Century Gothic" w:hAnsi="Century Gothic" w:cs="Tahoma"/>
              </w:rPr>
              <w:t>5% of £</w:t>
            </w:r>
            <w:r>
              <w:rPr>
                <w:rFonts w:ascii="Century Gothic" w:hAnsi="Century Gothic" w:cs="Tahoma"/>
              </w:rPr>
              <w:t>6</w:t>
            </w:r>
            <w:r w:rsidRPr="00F55161">
              <w:rPr>
                <w:rFonts w:ascii="Century Gothic" w:hAnsi="Century Gothic" w:cs="Tahoma"/>
              </w:rPr>
              <w:t>8</w:t>
            </w:r>
          </w:p>
          <w:p w14:paraId="4DEFDBE7" w14:textId="77777777" w:rsidR="000A3086" w:rsidRPr="007A4651" w:rsidRDefault="000A3086" w:rsidP="000A3086">
            <w:pPr>
              <w:rPr>
                <w:rFonts w:ascii="Century Gothic" w:hAnsi="Century Gothic" w:cs="Tahoma"/>
              </w:rPr>
            </w:pPr>
          </w:p>
          <w:p w14:paraId="05D4160C" w14:textId="77777777" w:rsidR="000A3086" w:rsidRPr="007A4651" w:rsidRDefault="000A3086" w:rsidP="000A3086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0A3086" w:rsidRPr="00C240D5" w14:paraId="002FD0DE" w14:textId="77777777" w:rsidTr="00EA5960">
        <w:trPr>
          <w:trHeight w:val="1841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72576E4" w14:textId="77777777" w:rsidR="000A3086" w:rsidRPr="00C240D5" w:rsidRDefault="000A3086" w:rsidP="000A308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634ED6C0" w14:textId="77777777" w:rsidR="000A3086" w:rsidRDefault="000A3086" w:rsidP="000A3086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7A4651">
              <w:rPr>
                <w:rFonts w:ascii="Century Gothic" w:eastAsiaTheme="minorEastAsia" w:hAnsi="Century Gothic" w:cs="Tahoma"/>
                <w:noProof/>
              </w:rPr>
              <w:t xml:space="preserve">Find the value of the expression when </w:t>
            </w:r>
          </w:p>
          <w:p w14:paraId="6291805B" w14:textId="77777777" w:rsidR="000A3086" w:rsidRPr="00546D60" w:rsidRDefault="000A3086" w:rsidP="000A3086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x=</m:t>
                </m:r>
                <m:r>
                  <w:rPr>
                    <w:rFonts w:ascii="Cambria Math" w:eastAsiaTheme="minorEastAsia" w:hAnsi="Cambria Math" w:cs="Tahoma"/>
                    <w:noProof/>
                  </w:rPr>
                  <m:t>-</m:t>
                </m:r>
                <m:r>
                  <w:rPr>
                    <w:rFonts w:ascii="Cambria Math" w:eastAsiaTheme="minorEastAsia" w:hAnsi="Cambria Math" w:cs="Tahoma"/>
                    <w:noProof/>
                  </w:rPr>
                  <m:t>3</m:t>
                </m:r>
              </m:oMath>
            </m:oMathPara>
          </w:p>
          <w:p w14:paraId="02F5FF86" w14:textId="77777777" w:rsidR="000A3086" w:rsidRPr="00536AAE" w:rsidRDefault="000A3086" w:rsidP="000A3086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</w:p>
          <w:p w14:paraId="325870B4" w14:textId="77777777" w:rsidR="000A3086" w:rsidRPr="007A4651" w:rsidRDefault="000A3086" w:rsidP="000A3086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  <m:oMath>
              <m:r>
                <w:rPr>
                  <w:rFonts w:ascii="Cambria Math" w:eastAsiaTheme="minorEastAsia" w:hAnsi="Cambria Math" w:cs="Tahoma"/>
                  <w:noProof/>
                </w:rPr>
                <m:t>4-</m:t>
              </m:r>
              <m:r>
                <w:rPr>
                  <w:rFonts w:ascii="Cambria Math" w:eastAsiaTheme="minorEastAsia" w:hAnsi="Cambria Math" w:cs="Tahoma"/>
                  <w:noProof/>
                </w:rPr>
                <m:t>5x=</m:t>
              </m:r>
            </m:oMath>
            <w:r w:rsidRPr="007A4651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05E865A4" w14:textId="77777777" w:rsidR="000A3086" w:rsidRPr="007A4651" w:rsidRDefault="000A3086" w:rsidP="000A308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F8FEA31" w14:textId="77777777" w:rsidR="000A3086" w:rsidRPr="007A4651" w:rsidRDefault="000A3086" w:rsidP="000A3086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Factorise:</w:t>
            </w:r>
          </w:p>
          <w:p w14:paraId="0F183AB0" w14:textId="77777777" w:rsidR="000A3086" w:rsidRPr="00742D33" w:rsidRDefault="000A3086" w:rsidP="000A3086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ahoma"/>
                  </w:rPr>
                  <m:t>+25x+24</m:t>
                </m:r>
              </m:oMath>
            </m:oMathPara>
          </w:p>
          <w:p w14:paraId="2F902018" w14:textId="77777777" w:rsidR="000A3086" w:rsidRPr="007A4651" w:rsidRDefault="000A3086" w:rsidP="000A3086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ahoma"/>
                  </w:rPr>
                  <w:br/>
                </m:r>
              </m:oMath>
            </m:oMathPara>
          </w:p>
          <w:p w14:paraId="472C0E5D" w14:textId="77777777" w:rsidR="000A3086" w:rsidRPr="007A4651" w:rsidRDefault="000A3086" w:rsidP="000A3086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0A3086" w:rsidRPr="00C240D5" w14:paraId="36C56BE0" w14:textId="77777777" w:rsidTr="00EA5960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456C8846" w14:textId="77777777" w:rsidR="000A3086" w:rsidRPr="00C240D5" w:rsidRDefault="000A3086" w:rsidP="000A308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FB4C509" w14:textId="77777777" w:rsidR="000A3086" w:rsidRDefault="000A3086" w:rsidP="000A308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7872" behindDoc="0" locked="0" layoutInCell="1" allowOverlap="1" wp14:anchorId="74DC9143" wp14:editId="4CBDAABB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35" name="Picture 35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04F7F02C" w14:textId="6EB59CB4" w:rsidR="000A3086" w:rsidRPr="009F6C6A" w:rsidRDefault="000A3086" w:rsidP="000A308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4DDD6A5" wp14:editId="4E50915B">
                  <wp:extent cx="1057275" cy="655121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55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C84A70" w14:textId="4849A25F" w:rsidR="000A3086" w:rsidRDefault="000A3086" w:rsidP="000A3086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26848" behindDoc="0" locked="0" layoutInCell="1" allowOverlap="1" wp14:anchorId="234B9749" wp14:editId="2316D1A3">
            <wp:simplePos x="0" y="0"/>
            <wp:positionH relativeFrom="column">
              <wp:posOffset>6054090</wp:posOffset>
            </wp:positionH>
            <wp:positionV relativeFrom="paragraph">
              <wp:posOffset>3638594</wp:posOffset>
            </wp:positionV>
            <wp:extent cx="572135" cy="401320"/>
            <wp:effectExtent l="0" t="0" r="0" b="508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5824" behindDoc="0" locked="0" layoutInCell="1" allowOverlap="1" wp14:anchorId="6AF443AF" wp14:editId="37D58A7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8" name="Picture 3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4800" behindDoc="0" locked="0" layoutInCell="1" allowOverlap="1" wp14:anchorId="162E7EE8" wp14:editId="10C7452E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9" name="Picture 3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29.4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1C2661D" w14:textId="7E34F289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536AAE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090C"/>
    <w:rsid w:val="000740DB"/>
    <w:rsid w:val="000A3086"/>
    <w:rsid w:val="000A43CA"/>
    <w:rsid w:val="000A63AF"/>
    <w:rsid w:val="000B6FAF"/>
    <w:rsid w:val="000E162B"/>
    <w:rsid w:val="000F5B4A"/>
    <w:rsid w:val="00105331"/>
    <w:rsid w:val="00125C71"/>
    <w:rsid w:val="00155A2A"/>
    <w:rsid w:val="001760AE"/>
    <w:rsid w:val="001826A9"/>
    <w:rsid w:val="00195A52"/>
    <w:rsid w:val="001D513F"/>
    <w:rsid w:val="001E2A93"/>
    <w:rsid w:val="0020147F"/>
    <w:rsid w:val="00213C21"/>
    <w:rsid w:val="00226418"/>
    <w:rsid w:val="00242309"/>
    <w:rsid w:val="00247FD4"/>
    <w:rsid w:val="002A3B06"/>
    <w:rsid w:val="002B14A3"/>
    <w:rsid w:val="002C125F"/>
    <w:rsid w:val="002C5377"/>
    <w:rsid w:val="002D5D86"/>
    <w:rsid w:val="00326247"/>
    <w:rsid w:val="00333535"/>
    <w:rsid w:val="003356C4"/>
    <w:rsid w:val="00344FB5"/>
    <w:rsid w:val="00353B71"/>
    <w:rsid w:val="003D55FD"/>
    <w:rsid w:val="003F51D8"/>
    <w:rsid w:val="003F7761"/>
    <w:rsid w:val="004008D8"/>
    <w:rsid w:val="00431275"/>
    <w:rsid w:val="004718A5"/>
    <w:rsid w:val="00493EE3"/>
    <w:rsid w:val="004A26C7"/>
    <w:rsid w:val="004D2879"/>
    <w:rsid w:val="004F073D"/>
    <w:rsid w:val="0050136B"/>
    <w:rsid w:val="00505FC9"/>
    <w:rsid w:val="005139F1"/>
    <w:rsid w:val="00523173"/>
    <w:rsid w:val="00525119"/>
    <w:rsid w:val="00536AAE"/>
    <w:rsid w:val="00546D60"/>
    <w:rsid w:val="005D37DE"/>
    <w:rsid w:val="005E3FC2"/>
    <w:rsid w:val="00611673"/>
    <w:rsid w:val="0064471D"/>
    <w:rsid w:val="00651685"/>
    <w:rsid w:val="00665D34"/>
    <w:rsid w:val="00666CDC"/>
    <w:rsid w:val="0066773D"/>
    <w:rsid w:val="006A5DB1"/>
    <w:rsid w:val="006E6A1A"/>
    <w:rsid w:val="0070003E"/>
    <w:rsid w:val="00705472"/>
    <w:rsid w:val="007258C6"/>
    <w:rsid w:val="00734D85"/>
    <w:rsid w:val="007516C1"/>
    <w:rsid w:val="00782957"/>
    <w:rsid w:val="007A4651"/>
    <w:rsid w:val="007B4226"/>
    <w:rsid w:val="007E2C1A"/>
    <w:rsid w:val="00801B65"/>
    <w:rsid w:val="00823ACE"/>
    <w:rsid w:val="0090117B"/>
    <w:rsid w:val="0090585D"/>
    <w:rsid w:val="00940087"/>
    <w:rsid w:val="00950AD6"/>
    <w:rsid w:val="0099142F"/>
    <w:rsid w:val="009A72D8"/>
    <w:rsid w:val="009F6C6A"/>
    <w:rsid w:val="00A06746"/>
    <w:rsid w:val="00A1371A"/>
    <w:rsid w:val="00A5698F"/>
    <w:rsid w:val="00A844B6"/>
    <w:rsid w:val="00AD3C1A"/>
    <w:rsid w:val="00AF36B3"/>
    <w:rsid w:val="00B121BC"/>
    <w:rsid w:val="00B40DC9"/>
    <w:rsid w:val="00B64A68"/>
    <w:rsid w:val="00BE7AC9"/>
    <w:rsid w:val="00BF0512"/>
    <w:rsid w:val="00C11472"/>
    <w:rsid w:val="00C240D5"/>
    <w:rsid w:val="00C35600"/>
    <w:rsid w:val="00C41860"/>
    <w:rsid w:val="00C55B29"/>
    <w:rsid w:val="00C60D83"/>
    <w:rsid w:val="00C6765F"/>
    <w:rsid w:val="00C97FA1"/>
    <w:rsid w:val="00D253BC"/>
    <w:rsid w:val="00D27DA8"/>
    <w:rsid w:val="00D51195"/>
    <w:rsid w:val="00D723BE"/>
    <w:rsid w:val="00D974EA"/>
    <w:rsid w:val="00DB511B"/>
    <w:rsid w:val="00DB5DE5"/>
    <w:rsid w:val="00DC16B5"/>
    <w:rsid w:val="00DD6ED1"/>
    <w:rsid w:val="00DF5FFD"/>
    <w:rsid w:val="00E01F39"/>
    <w:rsid w:val="00E20822"/>
    <w:rsid w:val="00E43D6E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161"/>
    <w:rsid w:val="00F55BE2"/>
    <w:rsid w:val="00F8683A"/>
    <w:rsid w:val="00FA5365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2</cp:revision>
  <cp:lastPrinted>2019-05-20T15:31:00Z</cp:lastPrinted>
  <dcterms:created xsi:type="dcterms:W3CDTF">2019-05-20T15:33:00Z</dcterms:created>
  <dcterms:modified xsi:type="dcterms:W3CDTF">2019-05-20T15:33:00Z</dcterms:modified>
</cp:coreProperties>
</file>